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70128" w14:textId="77777777" w:rsidR="00ED5016" w:rsidRDefault="00ED5016" w:rsidP="00F25BCC">
      <w:r>
        <w:separator/>
      </w:r>
    </w:p>
  </w:endnote>
  <w:endnote w:type="continuationSeparator" w:id="0">
    <w:p w14:paraId="074F5047" w14:textId="77777777" w:rsidR="00ED5016" w:rsidRDefault="00ED5016"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3E7C" w14:textId="77777777" w:rsidR="00FE6F9D" w:rsidRDefault="00FE6F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EF261" w14:textId="77777777" w:rsidR="00FE6F9D" w:rsidRDefault="00FE6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0ECA2" w14:textId="77777777" w:rsidR="00ED5016" w:rsidRDefault="00ED5016" w:rsidP="00F25BCC">
      <w:r>
        <w:separator/>
      </w:r>
    </w:p>
  </w:footnote>
  <w:footnote w:type="continuationSeparator" w:id="0">
    <w:p w14:paraId="5EF30E01" w14:textId="77777777" w:rsidR="00ED5016" w:rsidRDefault="00ED5016"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49109" w14:textId="77777777" w:rsidR="00FE6F9D" w:rsidRDefault="00FE6F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7D5A0D8A" w:rsidR="003629E5" w:rsidRDefault="00FE6F9D" w:rsidP="00FE6F9D">
    <w:pPr>
      <w:pStyle w:val="Header"/>
      <w:jc w:val="left"/>
    </w:pPr>
    <w:bookmarkStart w:id="0" w:name="_GoBack"/>
    <w:r>
      <w:drawing>
        <wp:anchor distT="0" distB="0" distL="114300" distR="114300" simplePos="0" relativeHeight="251666432" behindDoc="1" locked="0" layoutInCell="1" allowOverlap="1" wp14:anchorId="02C66BD6" wp14:editId="54D4369E">
          <wp:simplePos x="0" y="0"/>
          <wp:positionH relativeFrom="margin">
            <wp:posOffset>-700184</wp:posOffset>
          </wp:positionH>
          <wp:positionV relativeFrom="margin">
            <wp:posOffset>-1581150</wp:posOffset>
          </wp:positionV>
          <wp:extent cx="7705736" cy="1443776"/>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05736" cy="144377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1E0450"/>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C6B00"/>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D5016"/>
    <w:rsid w:val="00EE0F24"/>
    <w:rsid w:val="00EE53F9"/>
    <w:rsid w:val="00F25BCC"/>
    <w:rsid w:val="00F60345"/>
    <w:rsid w:val="00F8265F"/>
    <w:rsid w:val="00FE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0FC06-C3D7-A14F-8CB7-BC6C32BC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2020-01-27T21:50:00Z</dcterms:modified>
</cp:coreProperties>
</file>