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1B0FA74">
            <wp:simplePos x="0" y="0"/>
            <wp:positionH relativeFrom="column">
              <wp:posOffset>-714375</wp:posOffset>
            </wp:positionH>
            <wp:positionV relativeFrom="paragraph">
              <wp:posOffset>-550305</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161AF6">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8E529" w14:textId="77777777" w:rsidR="00161AF6" w:rsidRDefault="00161AF6" w:rsidP="0018351F">
      <w:r>
        <w:separator/>
      </w:r>
    </w:p>
    <w:p w14:paraId="30DC11EA" w14:textId="77777777" w:rsidR="00161AF6" w:rsidRDefault="00161AF6"/>
  </w:endnote>
  <w:endnote w:type="continuationSeparator" w:id="0">
    <w:p w14:paraId="19BF3300" w14:textId="77777777" w:rsidR="00161AF6" w:rsidRDefault="00161AF6" w:rsidP="0018351F">
      <w:r>
        <w:continuationSeparator/>
      </w:r>
    </w:p>
    <w:p w14:paraId="57145992" w14:textId="77777777" w:rsidR="00161AF6" w:rsidRDefault="00161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BA1F7" w14:textId="77777777" w:rsidR="00161AF6" w:rsidRDefault="00161AF6" w:rsidP="0018351F">
      <w:r>
        <w:separator/>
      </w:r>
    </w:p>
    <w:p w14:paraId="4F8124EC" w14:textId="77777777" w:rsidR="00161AF6" w:rsidRDefault="00161AF6"/>
  </w:footnote>
  <w:footnote w:type="continuationSeparator" w:id="0">
    <w:p w14:paraId="424049CB" w14:textId="77777777" w:rsidR="00161AF6" w:rsidRDefault="00161AF6" w:rsidP="0018351F">
      <w:r>
        <w:continuationSeparator/>
      </w:r>
    </w:p>
    <w:p w14:paraId="375BBF46" w14:textId="77777777" w:rsidR="00161AF6" w:rsidRDefault="00161A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161A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61AF6"/>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28C0"/>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258D5-E7E7-B64E-8A55-1F3524ADD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4</cp:revision>
  <cp:lastPrinted>2019-08-08T18:45:00Z</cp:lastPrinted>
  <dcterms:created xsi:type="dcterms:W3CDTF">2019-08-08T17:52:00Z</dcterms:created>
  <dcterms:modified xsi:type="dcterms:W3CDTF">2019-09-24T20:53:00Z</dcterms:modified>
</cp:coreProperties>
</file>